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31583" w14:textId="1B244792" w:rsidR="00EF0FC8" w:rsidRDefault="00EF0FC8">
      <w:pPr>
        <w:pStyle w:val="Tytu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813709">
        <w:rPr>
          <w:rFonts w:ascii="Times New Roman" w:hAnsi="Times New Roman"/>
          <w:b w:val="0"/>
          <w:bCs/>
          <w:sz w:val="24"/>
        </w:rPr>
        <w:t xml:space="preserve">Załącznik nr </w:t>
      </w:r>
      <w:r w:rsidR="00C76B1B">
        <w:rPr>
          <w:rFonts w:ascii="Times New Roman" w:hAnsi="Times New Roman"/>
          <w:b w:val="0"/>
          <w:bCs/>
          <w:sz w:val="24"/>
        </w:rPr>
        <w:t>4</w:t>
      </w:r>
      <w:r w:rsidR="00813709">
        <w:rPr>
          <w:rFonts w:ascii="Times New Roman" w:hAnsi="Times New Roman"/>
          <w:b w:val="0"/>
          <w:bCs/>
          <w:sz w:val="24"/>
          <w:szCs w:val="24"/>
        </w:rPr>
        <w:t xml:space="preserve"> do SWZ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813709" w:rsidRPr="00624512" w14:paraId="03F8E66B" w14:textId="77777777" w:rsidTr="00E55484">
        <w:trPr>
          <w:trHeight w:val="1227"/>
        </w:trPr>
        <w:tc>
          <w:tcPr>
            <w:tcW w:w="4253" w:type="dxa"/>
          </w:tcPr>
          <w:p w14:paraId="0C938D4B" w14:textId="77777777" w:rsidR="00813709" w:rsidRPr="00624512" w:rsidRDefault="00813709" w:rsidP="00D25B2A">
            <w:pPr>
              <w:spacing w:line="48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13A035DD" w14:textId="77777777" w:rsidR="00813709" w:rsidRPr="00624512" w:rsidRDefault="00813709" w:rsidP="00D25B2A">
            <w:pPr>
              <w:spacing w:line="48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043F1AEF" w14:textId="77777777" w:rsidR="00813709" w:rsidRPr="00624512" w:rsidRDefault="00813709" w:rsidP="00D25B2A">
            <w:pPr>
              <w:spacing w:line="276" w:lineRule="auto"/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4512">
              <w:rPr>
                <w:rFonts w:eastAsia="Calibri"/>
                <w:bCs/>
                <w:sz w:val="18"/>
                <w:szCs w:val="18"/>
                <w:lang w:eastAsia="en-US"/>
              </w:rPr>
              <w:t>(Nazwa Wykonawcy, adres)</w:t>
            </w:r>
          </w:p>
        </w:tc>
      </w:tr>
    </w:tbl>
    <w:p w14:paraId="4CBAC831" w14:textId="3DA8430C" w:rsidR="005C5B73" w:rsidRPr="00E55484" w:rsidRDefault="005C5B73" w:rsidP="00813709">
      <w:pPr>
        <w:ind w:left="-426"/>
        <w:rPr>
          <w:b/>
          <w:bCs/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A27C60" w:rsidRPr="00E55484">
        <w:rPr>
          <w:b/>
          <w:bCs/>
          <w:sz w:val="24"/>
          <w:szCs w:val="24"/>
        </w:rPr>
        <w:t>BI.II.271.</w:t>
      </w:r>
      <w:r w:rsidR="004F0B37">
        <w:rPr>
          <w:b/>
          <w:bCs/>
          <w:sz w:val="24"/>
          <w:szCs w:val="24"/>
        </w:rPr>
        <w:t>40</w:t>
      </w:r>
      <w:r w:rsidR="00A27C60" w:rsidRPr="00E55484">
        <w:rPr>
          <w:b/>
          <w:bCs/>
          <w:sz w:val="24"/>
          <w:szCs w:val="24"/>
        </w:rPr>
        <w:t>.202</w:t>
      </w:r>
      <w:r w:rsidR="00302494">
        <w:rPr>
          <w:b/>
          <w:bCs/>
          <w:sz w:val="24"/>
          <w:szCs w:val="24"/>
        </w:rPr>
        <w:t>5</w:t>
      </w:r>
      <w:r w:rsidR="00A27C60" w:rsidRPr="00E55484">
        <w:rPr>
          <w:b/>
          <w:bCs/>
          <w:sz w:val="24"/>
          <w:szCs w:val="24"/>
        </w:rPr>
        <w:t>.</w:t>
      </w:r>
      <w:r w:rsidR="00302494">
        <w:rPr>
          <w:b/>
          <w:bCs/>
          <w:sz w:val="24"/>
          <w:szCs w:val="24"/>
        </w:rPr>
        <w:t>NŻ</w:t>
      </w:r>
    </w:p>
    <w:p w14:paraId="4EA58804" w14:textId="77777777" w:rsidR="005C5B73" w:rsidRDefault="005C5B73" w:rsidP="00E55484">
      <w:pPr>
        <w:pStyle w:val="Nagwek2"/>
        <w:jc w:val="left"/>
        <w:rPr>
          <w:b/>
          <w:spacing w:val="20"/>
        </w:rPr>
      </w:pPr>
    </w:p>
    <w:p w14:paraId="5A83C864" w14:textId="352727FF" w:rsidR="005C5B73" w:rsidRPr="00E55484" w:rsidRDefault="00425DD9" w:rsidP="00E55484">
      <w:pPr>
        <w:pStyle w:val="Nagwek2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 w:rsidR="00250300">
        <w:rPr>
          <w:b/>
          <w:spacing w:val="20"/>
        </w:rPr>
        <w:t>U S Ł U G</w:t>
      </w:r>
    </w:p>
    <w:p w14:paraId="2E0ABBA4" w14:textId="1A979EAF" w:rsidR="005C5B73" w:rsidRDefault="005C5B73" w:rsidP="00E55484">
      <w:pPr>
        <w:spacing w:before="120" w:after="120"/>
        <w:ind w:left="-425"/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 w:rsidR="00C359FD" w:rsidRPr="00C359FD">
        <w:t xml:space="preserve"> </w:t>
      </w:r>
      <w:r w:rsidR="00C359FD" w:rsidRPr="00C359FD">
        <w:rPr>
          <w:sz w:val="24"/>
        </w:rPr>
        <w:t>o udzielenie zamówienia publicznego</w:t>
      </w:r>
      <w:r w:rsidR="00C359FD">
        <w:rPr>
          <w:sz w:val="24"/>
        </w:rPr>
        <w:t>,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</w:t>
      </w:r>
      <w:r w:rsidR="00793FC4">
        <w:rPr>
          <w:b/>
          <w:sz w:val="24"/>
        </w:rPr>
        <w:t>podstawowym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14:paraId="775CADA4" w14:textId="0DE9A9BF" w:rsidR="00BE708A" w:rsidRPr="003A4A4F" w:rsidRDefault="00BE708A" w:rsidP="00BE708A">
      <w:pPr>
        <w:spacing w:after="240"/>
        <w:jc w:val="center"/>
        <w:rPr>
          <w:b/>
          <w:bCs/>
          <w:sz w:val="22"/>
          <w:szCs w:val="22"/>
        </w:rPr>
      </w:pPr>
      <w:r w:rsidRPr="00BE708A">
        <w:rPr>
          <w:b/>
          <w:bCs/>
          <w:sz w:val="22"/>
          <w:szCs w:val="22"/>
        </w:rPr>
        <w:t>”</w:t>
      </w:r>
      <w:r w:rsidR="00D73631" w:rsidRPr="00D73631">
        <w:t xml:space="preserve"> </w:t>
      </w:r>
      <w:r w:rsidR="004F0B37" w:rsidRPr="004F0B37">
        <w:rPr>
          <w:b/>
          <w:bCs/>
          <w:sz w:val="22"/>
          <w:szCs w:val="22"/>
        </w:rPr>
        <w:t>Nasadzenia drzew przy drogach lokalnych na terenie gminy Brześć Kujawski</w:t>
      </w:r>
      <w:r w:rsidR="003A4A4F" w:rsidRPr="003A4A4F">
        <w:rPr>
          <w:b/>
          <w:bCs/>
          <w:sz w:val="24"/>
          <w:szCs w:val="24"/>
        </w:rPr>
        <w:t>”</w:t>
      </w:r>
    </w:p>
    <w:p w14:paraId="640C4635" w14:textId="57C5D3F8" w:rsidR="00E55484" w:rsidRDefault="00E55484" w:rsidP="00E55484">
      <w:pPr>
        <w:spacing w:after="120"/>
        <w:ind w:left="-426"/>
        <w:jc w:val="both"/>
        <w:rPr>
          <w:bCs/>
          <w:sz w:val="24"/>
          <w:szCs w:val="24"/>
        </w:rPr>
      </w:pPr>
      <w:r>
        <w:rPr>
          <w:sz w:val="24"/>
        </w:rPr>
        <w:t xml:space="preserve">Niniejszym przedkładam </w:t>
      </w:r>
      <w:r>
        <w:rPr>
          <w:bCs/>
          <w:sz w:val="24"/>
          <w:szCs w:val="24"/>
        </w:rPr>
        <w:t xml:space="preserve">wykaz </w:t>
      </w:r>
      <w:r w:rsidR="004101C5">
        <w:rPr>
          <w:bCs/>
          <w:sz w:val="24"/>
          <w:szCs w:val="24"/>
        </w:rPr>
        <w:t>usług</w:t>
      </w:r>
      <w:r>
        <w:rPr>
          <w:bCs/>
          <w:sz w:val="24"/>
          <w:szCs w:val="24"/>
        </w:rPr>
        <w:t xml:space="preserve"> w zakresie niezbędnym do wykazania spełnienia warunku wiedzy i doświadczenia, wykonanych w okresie ostatnich </w:t>
      </w:r>
      <w:r w:rsidR="00D16431">
        <w:rPr>
          <w:bCs/>
          <w:sz w:val="24"/>
          <w:szCs w:val="24"/>
        </w:rPr>
        <w:t>trzech</w:t>
      </w:r>
      <w:r>
        <w:rPr>
          <w:bCs/>
          <w:sz w:val="24"/>
          <w:szCs w:val="24"/>
        </w:rPr>
        <w:t xml:space="preserve"> lat przed upływem terminu składania ofert albo wniosków o dopuszczenie do udziału w postępowaniu, a jeżeli okres prowadzenia działalności jest krótszy – w tym okresie, wraz z podaniem ich rodzaju i wartości, daty i miejsca wykonania oraz z załączeniem dowodów dotyczących najważniejszych </w:t>
      </w:r>
      <w:r w:rsidR="004101C5">
        <w:rPr>
          <w:bCs/>
          <w:sz w:val="24"/>
          <w:szCs w:val="24"/>
        </w:rPr>
        <w:t xml:space="preserve">usług </w:t>
      </w:r>
      <w:r>
        <w:rPr>
          <w:bCs/>
          <w:sz w:val="24"/>
          <w:szCs w:val="24"/>
        </w:rPr>
        <w:t xml:space="preserve">wydanych przez podmiot na rzecz którego </w:t>
      </w:r>
      <w:r w:rsidR="004101C5">
        <w:rPr>
          <w:bCs/>
          <w:sz w:val="24"/>
          <w:szCs w:val="24"/>
        </w:rPr>
        <w:t>usługi</w:t>
      </w:r>
      <w:r>
        <w:rPr>
          <w:bCs/>
          <w:sz w:val="24"/>
          <w:szCs w:val="24"/>
        </w:rPr>
        <w:t xml:space="preserve"> zostały wykonane określających, czy </w:t>
      </w:r>
      <w:r w:rsidR="004101C5">
        <w:rPr>
          <w:bCs/>
          <w:sz w:val="24"/>
          <w:szCs w:val="24"/>
        </w:rPr>
        <w:t>usługi</w:t>
      </w:r>
      <w:r>
        <w:rPr>
          <w:bCs/>
          <w:sz w:val="24"/>
          <w:szCs w:val="24"/>
        </w:rPr>
        <w:t xml:space="preserve"> te zostały wykonane w sposób należyty oraz wskazujących, czy zostały prawidłowo ukończone.</w:t>
      </w:r>
    </w:p>
    <w:tbl>
      <w:tblPr>
        <w:tblW w:w="146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5"/>
        <w:gridCol w:w="1843"/>
        <w:gridCol w:w="1984"/>
        <w:gridCol w:w="1843"/>
        <w:gridCol w:w="2268"/>
        <w:gridCol w:w="2041"/>
      </w:tblGrid>
      <w:tr w:rsidR="00E55484" w14:paraId="3FE37084" w14:textId="77777777" w:rsidTr="00E55484"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E4335" w14:textId="70FA9D11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Rodzaj </w:t>
            </w:r>
            <w:r w:rsidR="004101C5">
              <w:rPr>
                <w:bCs/>
                <w:sz w:val="24"/>
                <w:szCs w:val="24"/>
              </w:rPr>
              <w:t>usług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52DEE" w14:textId="2E1D4090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Całkowita wartość </w:t>
            </w:r>
            <w:r w:rsidR="004101C5">
              <w:rPr>
                <w:bCs/>
                <w:sz w:val="24"/>
                <w:szCs w:val="24"/>
              </w:rPr>
              <w:t>usług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FEFF5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Wartość, za którą wykonawca był odpowiedzialny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56471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Data i miejsce wykonania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B261A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Nazwa zleceniodawcy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1B898" w14:textId="3EEBE4BC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Wymagania specjalistyczne dotyczące przedmiotu </w:t>
            </w:r>
            <w:r w:rsidR="004101C5">
              <w:rPr>
                <w:bCs/>
                <w:sz w:val="24"/>
                <w:szCs w:val="24"/>
              </w:rPr>
              <w:t xml:space="preserve">usług </w:t>
            </w:r>
            <w:r>
              <w:rPr>
                <w:bCs/>
                <w:sz w:val="24"/>
                <w:szCs w:val="24"/>
              </w:rPr>
              <w:t>(o ile były)</w:t>
            </w:r>
          </w:p>
        </w:tc>
      </w:tr>
      <w:tr w:rsidR="00E55484" w14:paraId="52181B8C" w14:textId="77777777" w:rsidTr="00E55484">
        <w:trPr>
          <w:trHeight w:val="454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054DE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851D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399C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F450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004C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4D09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</w:tr>
      <w:tr w:rsidR="00E55484" w14:paraId="3D8455F2" w14:textId="77777777" w:rsidTr="00E55484">
        <w:trPr>
          <w:trHeight w:val="454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5BC6E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A7105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EBB5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C003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10E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93148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</w:tr>
      <w:tr w:rsidR="00E55484" w14:paraId="1E9E1DDE" w14:textId="77777777" w:rsidTr="00E55484">
        <w:trPr>
          <w:trHeight w:val="454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206FF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3358F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A8F61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B73AC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7C02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F0922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0ACDF287" w14:textId="77777777" w:rsidR="007066B5" w:rsidRDefault="007066B5" w:rsidP="007066B5">
      <w:pPr>
        <w:ind w:left="-567"/>
        <w:jc w:val="both"/>
        <w:rPr>
          <w:sz w:val="24"/>
        </w:rPr>
      </w:pPr>
    </w:p>
    <w:p w14:paraId="19DDDFA4" w14:textId="77777777" w:rsidR="005C5B73" w:rsidRDefault="005C5B73" w:rsidP="005C5B73">
      <w:pPr>
        <w:rPr>
          <w:sz w:val="24"/>
        </w:rPr>
      </w:pPr>
    </w:p>
    <w:p w14:paraId="6FD94BB3" w14:textId="77777777" w:rsidR="005C5B73" w:rsidRDefault="00425DD9" w:rsidP="005C5B73">
      <w:pPr>
        <w:rPr>
          <w:sz w:val="24"/>
        </w:rPr>
      </w:pPr>
      <w:r>
        <w:rPr>
          <w:sz w:val="24"/>
        </w:rPr>
        <w:t>……….…….. dnia ……….</w:t>
      </w:r>
      <w:r w:rsidR="005C5B73">
        <w:rPr>
          <w:sz w:val="24"/>
        </w:rPr>
        <w:t>……..            ……………………………………………………</w:t>
      </w:r>
    </w:p>
    <w:p w14:paraId="081AC81F" w14:textId="0253ED1B" w:rsidR="007066B5" w:rsidRPr="009049F3" w:rsidRDefault="005C5B73" w:rsidP="009049F3">
      <w:pPr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     </w:t>
      </w:r>
      <w:r w:rsidR="00425DD9">
        <w:rPr>
          <w:sz w:val="24"/>
          <w:vertAlign w:val="superscript"/>
        </w:rPr>
        <w:t>podpis osoby uprawnionej do składania oświadczeń woli w imieniu Wykonawcy</w:t>
      </w:r>
    </w:p>
    <w:sectPr w:rsidR="007066B5" w:rsidRPr="009049F3" w:rsidSect="00E554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720" w:right="1418" w:bottom="720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8C4A8" w14:textId="77777777" w:rsidR="000C06B3" w:rsidRDefault="000C06B3">
      <w:r>
        <w:separator/>
      </w:r>
    </w:p>
  </w:endnote>
  <w:endnote w:type="continuationSeparator" w:id="0">
    <w:p w14:paraId="0FD69315" w14:textId="77777777" w:rsidR="000C06B3" w:rsidRDefault="000C0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BCA33" w14:textId="77777777" w:rsidR="00EF0FC8" w:rsidRDefault="00EF0F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D98DE0B" w14:textId="77777777" w:rsidR="00EF0FC8" w:rsidRDefault="00EF0FC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D4A12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38AF574D" w14:textId="77777777" w:rsidR="00EF0FC8" w:rsidRDefault="00EF0FC8">
    <w:pPr>
      <w:pStyle w:val="Stopka"/>
      <w:tabs>
        <w:tab w:val="clear" w:pos="4536"/>
      </w:tabs>
      <w:jc w:val="center"/>
    </w:pPr>
  </w:p>
  <w:p w14:paraId="39B4F8BF" w14:textId="77777777" w:rsidR="00EF0FC8" w:rsidRDefault="00EF0FC8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>System ProPublico © DataComp</w:t>
    </w: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FA7150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FA7150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0EFBE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2F3A2052" w14:textId="77777777" w:rsidR="00EF0FC8" w:rsidRDefault="00EF0FC8">
    <w:pPr>
      <w:pStyle w:val="Stopka"/>
      <w:tabs>
        <w:tab w:val="clear" w:pos="4536"/>
      </w:tabs>
      <w:jc w:val="center"/>
    </w:pPr>
  </w:p>
  <w:p w14:paraId="63F6AA86" w14:textId="77777777" w:rsidR="00EF0FC8" w:rsidRDefault="00EF0FC8">
    <w:pPr>
      <w:pStyle w:val="Stopka"/>
      <w:tabs>
        <w:tab w:val="clear" w:pos="4536"/>
      </w:tabs>
      <w:jc w:val="center"/>
    </w:pPr>
    <w:r>
      <w:t>System Przetarg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A85506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89357" w14:textId="77777777" w:rsidR="000C06B3" w:rsidRDefault="000C06B3">
      <w:r>
        <w:separator/>
      </w:r>
    </w:p>
  </w:footnote>
  <w:footnote w:type="continuationSeparator" w:id="0">
    <w:p w14:paraId="2B389A6B" w14:textId="77777777" w:rsidR="000C06B3" w:rsidRDefault="000C06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022EC" w14:textId="77777777" w:rsidR="00A27C60" w:rsidRDefault="00A27C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B0580" w14:textId="77777777" w:rsidR="00A27C60" w:rsidRDefault="00A27C6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B2558" w14:textId="77777777"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602B0B"/>
    <w:multiLevelType w:val="hybridMultilevel"/>
    <w:tmpl w:val="E316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503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FE8"/>
    <w:rsid w:val="00012939"/>
    <w:rsid w:val="000C06B3"/>
    <w:rsid w:val="00123B9A"/>
    <w:rsid w:val="001457AB"/>
    <w:rsid w:val="001C3B0D"/>
    <w:rsid w:val="001D49D0"/>
    <w:rsid w:val="00250300"/>
    <w:rsid w:val="002764CF"/>
    <w:rsid w:val="002C6B8F"/>
    <w:rsid w:val="002E3F52"/>
    <w:rsid w:val="002E4CF9"/>
    <w:rsid w:val="00302494"/>
    <w:rsid w:val="0031485A"/>
    <w:rsid w:val="00317906"/>
    <w:rsid w:val="00324AE5"/>
    <w:rsid w:val="00356AA0"/>
    <w:rsid w:val="00376E41"/>
    <w:rsid w:val="003A0962"/>
    <w:rsid w:val="003A4A4F"/>
    <w:rsid w:val="003D633B"/>
    <w:rsid w:val="004101C5"/>
    <w:rsid w:val="00415E84"/>
    <w:rsid w:val="0042237B"/>
    <w:rsid w:val="00425DD9"/>
    <w:rsid w:val="004F0B37"/>
    <w:rsid w:val="004F3E55"/>
    <w:rsid w:val="00522FEB"/>
    <w:rsid w:val="00531DF5"/>
    <w:rsid w:val="0055300C"/>
    <w:rsid w:val="00567973"/>
    <w:rsid w:val="005713AA"/>
    <w:rsid w:val="00571A3F"/>
    <w:rsid w:val="005913D5"/>
    <w:rsid w:val="005955BF"/>
    <w:rsid w:val="00597E16"/>
    <w:rsid w:val="005C5B73"/>
    <w:rsid w:val="006105E0"/>
    <w:rsid w:val="00663E9A"/>
    <w:rsid w:val="00664625"/>
    <w:rsid w:val="006A17C7"/>
    <w:rsid w:val="006B58F3"/>
    <w:rsid w:val="006F0E88"/>
    <w:rsid w:val="006F39F4"/>
    <w:rsid w:val="007066B5"/>
    <w:rsid w:val="00732619"/>
    <w:rsid w:val="00736CA8"/>
    <w:rsid w:val="00771D01"/>
    <w:rsid w:val="00792635"/>
    <w:rsid w:val="00793FC4"/>
    <w:rsid w:val="00796066"/>
    <w:rsid w:val="00797ED2"/>
    <w:rsid w:val="007F4C8A"/>
    <w:rsid w:val="00813709"/>
    <w:rsid w:val="0081575E"/>
    <w:rsid w:val="00832127"/>
    <w:rsid w:val="00851FE8"/>
    <w:rsid w:val="008F50C0"/>
    <w:rsid w:val="009049F3"/>
    <w:rsid w:val="0090746E"/>
    <w:rsid w:val="00942517"/>
    <w:rsid w:val="0094416C"/>
    <w:rsid w:val="009B4DE8"/>
    <w:rsid w:val="00A12425"/>
    <w:rsid w:val="00A27C60"/>
    <w:rsid w:val="00A43C8C"/>
    <w:rsid w:val="00A85506"/>
    <w:rsid w:val="00AA72E4"/>
    <w:rsid w:val="00AB3F57"/>
    <w:rsid w:val="00B055F8"/>
    <w:rsid w:val="00B44496"/>
    <w:rsid w:val="00BB17F1"/>
    <w:rsid w:val="00BC6655"/>
    <w:rsid w:val="00BD7DA4"/>
    <w:rsid w:val="00BE708A"/>
    <w:rsid w:val="00C359FD"/>
    <w:rsid w:val="00C6707D"/>
    <w:rsid w:val="00C76B1B"/>
    <w:rsid w:val="00D16431"/>
    <w:rsid w:val="00D25B2A"/>
    <w:rsid w:val="00D35F7F"/>
    <w:rsid w:val="00D73631"/>
    <w:rsid w:val="00D84F72"/>
    <w:rsid w:val="00DA0694"/>
    <w:rsid w:val="00DF63F1"/>
    <w:rsid w:val="00E04C4C"/>
    <w:rsid w:val="00E448BD"/>
    <w:rsid w:val="00E55484"/>
    <w:rsid w:val="00E626D8"/>
    <w:rsid w:val="00E878EB"/>
    <w:rsid w:val="00EA0145"/>
    <w:rsid w:val="00EF0FC8"/>
    <w:rsid w:val="00F065D6"/>
    <w:rsid w:val="00F513E6"/>
    <w:rsid w:val="00F61F1E"/>
    <w:rsid w:val="00F85E7E"/>
    <w:rsid w:val="00FA1FFA"/>
    <w:rsid w:val="00FA7150"/>
    <w:rsid w:val="00FB6838"/>
    <w:rsid w:val="00FD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A5F787"/>
  <w15:chartTrackingRefBased/>
  <w15:docId w15:val="{2CDF2D70-241C-45FE-95A7-27B6FE85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2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3</TotalTime>
  <Pages>1</Pages>
  <Words>188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rohde</dc:creator>
  <cp:keywords/>
  <cp:lastModifiedBy>Karolina Olewińska</cp:lastModifiedBy>
  <cp:revision>8</cp:revision>
  <cp:lastPrinted>2021-05-11T13:52:00Z</cp:lastPrinted>
  <dcterms:created xsi:type="dcterms:W3CDTF">2025-04-16T06:49:00Z</dcterms:created>
  <dcterms:modified xsi:type="dcterms:W3CDTF">2025-11-04T13:12:00Z</dcterms:modified>
</cp:coreProperties>
</file>